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234A25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234A25" w:rsidP="002333BE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33BE">
              <w:rPr>
                <w:rFonts w:ascii="Arial" w:hAnsi="Arial" w:cs="Arial"/>
                <w:sz w:val="18"/>
                <w:szCs w:val="18"/>
              </w:rPr>
              <w:t>51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34A25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34A2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333BE">
              <w:rPr>
                <w:rFonts w:ascii="Arial" w:hAnsi="Arial" w:cs="Arial"/>
                <w:noProof/>
                <w:sz w:val="18"/>
                <w:szCs w:val="18"/>
              </w:rPr>
              <w:t>Thursday, 30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234A2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2333BE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 FM admitted with R facial droop and numbness in her R face and right side of the body. CTH – No acute intracranial lesion is seen. BG –</w:t>
            </w:r>
            <w:r w:rsidR="006B4582">
              <w:rPr>
                <w:rFonts w:ascii="Arial" w:hAnsi="Arial" w:cs="Arial"/>
                <w:sz w:val="18"/>
                <w:szCs w:val="18"/>
              </w:rPr>
              <w:t xml:space="preserve"> Bell</w:t>
            </w:r>
            <w:r>
              <w:rPr>
                <w:rFonts w:ascii="Arial" w:hAnsi="Arial" w:cs="Arial"/>
                <w:sz w:val="18"/>
                <w:szCs w:val="18"/>
              </w:rPr>
              <w:t xml:space="preserve">’s Palsy, T2DM, ?GORD, nephrolithiasis.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1945640</wp:posOffset>
                      </wp:positionH>
                      <wp:positionV relativeFrom="paragraph">
                        <wp:posOffset>1732915</wp:posOffset>
                      </wp:positionV>
                      <wp:extent cx="154940" cy="828040"/>
                      <wp:effectExtent l="17780" t="40005" r="17780" b="55880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828040"/>
                              </a:xfrm>
                              <a:custGeom>
                                <a:avLst/>
                                <a:gdLst>
                                  <a:gd name="T0" fmla="*/ 40 w 244"/>
                                  <a:gd name="T1" fmla="*/ 0 h 1304"/>
                                  <a:gd name="T2" fmla="*/ 122 w 244"/>
                                  <a:gd name="T3" fmla="*/ 394 h 1304"/>
                                  <a:gd name="T4" fmla="*/ 176 w 244"/>
                                  <a:gd name="T5" fmla="*/ 802 h 1304"/>
                                  <a:gd name="T6" fmla="*/ 244 w 244"/>
                                  <a:gd name="T7" fmla="*/ 1304 h 1304"/>
                                  <a:gd name="T8" fmla="*/ 27 w 244"/>
                                  <a:gd name="T9" fmla="*/ 707 h 1304"/>
                                  <a:gd name="T10" fmla="*/ 0 w 244"/>
                                  <a:gd name="T11" fmla="*/ 380 h 1304"/>
                                  <a:gd name="T12" fmla="*/ 40 w 244"/>
                                  <a:gd name="T13" fmla="*/ 0 h 1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44" h="1304">
                                    <a:moveTo>
                                      <a:pt x="40" y="0"/>
                                    </a:moveTo>
                                    <a:lnTo>
                                      <a:pt x="122" y="394"/>
                                    </a:lnTo>
                                    <a:lnTo>
                                      <a:pt x="176" y="802"/>
                                    </a:lnTo>
                                    <a:lnTo>
                                      <a:pt x="244" y="1304"/>
                                    </a:lnTo>
                                    <a:lnTo>
                                      <a:pt x="27" y="707"/>
                                    </a:lnTo>
                                    <a:lnTo>
                                      <a:pt x="0" y="380"/>
                                    </a:lnTo>
                                    <a:lnTo>
                                      <a:pt x="4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30A89" id="Freeform 489" o:spid="_x0000_s1026" alt="Granite" style="position:absolute;margin-left:153.2pt;margin-top:136.45pt;width:12.2pt;height:65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4,13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" path="m40,r82,394l176,802r68,502l27,707,,380,40,xe">
                      <v:fill r:id="rId7" o:title="Granite" recolor="t" type="tile"/>
                      <v:path arrowok="t" o:connecttype="custom" o:connectlocs="25400,0;77470,250190;111760,509270;154940,828040;17145,448945;0,241300;25400,0" o:connectangles="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2333BE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2333BE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2333BE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2333BE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2333BE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2333BE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2333BE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2333BE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2333B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2333B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2333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2333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2333B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2333B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2333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2333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BEB3A0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2333B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936F2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2333B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B4B7E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74F1D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A1A58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B91EB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2333B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DB22B5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DB22B5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DB22B5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DB22B5" w:rsidRPr="00BE67C6" w:rsidRDefault="00DB22B5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2333BE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BE" w:rsidRDefault="002333BE">
      <w:r>
        <w:separator/>
      </w:r>
    </w:p>
  </w:endnote>
  <w:endnote w:type="continuationSeparator" w:id="0">
    <w:p w:rsidR="002333BE" w:rsidRDefault="0023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BE" w:rsidRDefault="002333BE">
      <w:r>
        <w:separator/>
      </w:r>
    </w:p>
  </w:footnote>
  <w:footnote w:type="continuationSeparator" w:id="0">
    <w:p w:rsidR="002333BE" w:rsidRDefault="00233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2333B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B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333BE"/>
    <w:rsid w:val="00234A25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4582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B22B5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4FF47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6B45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B458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120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2020-08-07T09:09:00Z</dcterms:created>
  <dcterms:modified xsi:type="dcterms:W3CDTF">2020-08-07T09:09:00Z</dcterms:modified>
</cp:coreProperties>
</file>